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2315"/>
        <w:gridCol w:w="47"/>
        <w:gridCol w:w="2268"/>
        <w:gridCol w:w="95"/>
        <w:gridCol w:w="2363"/>
        <w:gridCol w:w="425"/>
        <w:gridCol w:w="2410"/>
        <w:gridCol w:w="94"/>
        <w:gridCol w:w="2458"/>
        <w:gridCol w:w="47"/>
        <w:gridCol w:w="2505"/>
      </w:tblGrid>
      <w:tr w:rsidR="00EC04CB" w:rsidTr="00681565">
        <w:tc>
          <w:tcPr>
            <w:tcW w:w="284" w:type="dxa"/>
            <w:tcBorders>
              <w:bottom w:val="single" w:sz="4" w:space="0" w:color="000000" w:themeColor="text1"/>
            </w:tcBorders>
          </w:tcPr>
          <w:p w:rsidR="00EC04CB" w:rsidRDefault="00EC04CB">
            <w:bookmarkStart w:id="0" w:name="_GoBack"/>
            <w:bookmarkEnd w:id="0"/>
          </w:p>
        </w:tc>
        <w:tc>
          <w:tcPr>
            <w:tcW w:w="567" w:type="dxa"/>
          </w:tcPr>
          <w:p w:rsidR="00EC04CB" w:rsidRDefault="00EC04CB"/>
        </w:tc>
        <w:tc>
          <w:tcPr>
            <w:tcW w:w="2362" w:type="dxa"/>
            <w:gridSpan w:val="2"/>
          </w:tcPr>
          <w:p w:rsidR="00EC04CB" w:rsidRPr="00E93434" w:rsidRDefault="00EC04CB">
            <w:r w:rsidRPr="00E93434">
              <w:t>Plan</w:t>
            </w:r>
          </w:p>
        </w:tc>
        <w:tc>
          <w:tcPr>
            <w:tcW w:w="2363" w:type="dxa"/>
            <w:gridSpan w:val="2"/>
          </w:tcPr>
          <w:p w:rsidR="00EC04CB" w:rsidRPr="00E93434" w:rsidRDefault="00EC04CB">
            <w:r w:rsidRPr="00E93434">
              <w:t xml:space="preserve">Do </w:t>
            </w:r>
          </w:p>
        </w:tc>
        <w:tc>
          <w:tcPr>
            <w:tcW w:w="2363" w:type="dxa"/>
          </w:tcPr>
          <w:p w:rsidR="00EC04CB" w:rsidRPr="00E93434" w:rsidRDefault="00EC04CB">
            <w:r w:rsidRPr="00E93434">
              <w:t>Review</w:t>
            </w:r>
          </w:p>
        </w:tc>
        <w:tc>
          <w:tcPr>
            <w:tcW w:w="425" w:type="dxa"/>
          </w:tcPr>
          <w:p w:rsidR="00EC04CB" w:rsidRPr="00E93434" w:rsidRDefault="00EC04CB"/>
        </w:tc>
        <w:tc>
          <w:tcPr>
            <w:tcW w:w="2504" w:type="dxa"/>
            <w:gridSpan w:val="2"/>
          </w:tcPr>
          <w:p w:rsidR="00EC04CB" w:rsidRPr="00E93434" w:rsidRDefault="00EC04CB" w:rsidP="00EC04CB">
            <w:r w:rsidRPr="00E93434">
              <w:t>Plan</w:t>
            </w:r>
          </w:p>
        </w:tc>
        <w:tc>
          <w:tcPr>
            <w:tcW w:w="2505" w:type="dxa"/>
            <w:gridSpan w:val="2"/>
          </w:tcPr>
          <w:p w:rsidR="00EC04CB" w:rsidRPr="00E93434" w:rsidRDefault="00EC04CB" w:rsidP="00EC04CB">
            <w:r w:rsidRPr="00E93434">
              <w:t xml:space="preserve">Do </w:t>
            </w:r>
          </w:p>
        </w:tc>
        <w:tc>
          <w:tcPr>
            <w:tcW w:w="2505" w:type="dxa"/>
          </w:tcPr>
          <w:p w:rsidR="00EC04CB" w:rsidRPr="00E93434" w:rsidRDefault="00EC04CB" w:rsidP="00EC04CB">
            <w:r w:rsidRPr="00E93434">
              <w:t>Review</w:t>
            </w:r>
          </w:p>
        </w:tc>
      </w:tr>
      <w:tr w:rsidR="00EC04CB" w:rsidTr="00681565">
        <w:trPr>
          <w:cantSplit/>
          <w:trHeight w:val="1968"/>
        </w:trPr>
        <w:tc>
          <w:tcPr>
            <w:tcW w:w="284" w:type="dxa"/>
            <w:vMerge w:val="restart"/>
            <w:tcBorders>
              <w:bottom w:val="double" w:sz="4" w:space="0" w:color="auto"/>
            </w:tcBorders>
            <w:textDirection w:val="btLr"/>
            <w:vAlign w:val="center"/>
          </w:tcPr>
          <w:p w:rsidR="00EC04CB" w:rsidRDefault="00EC04CB" w:rsidP="00E93434">
            <w:pPr>
              <w:ind w:left="113" w:right="113"/>
              <w:jc w:val="center"/>
            </w:pPr>
            <w:r>
              <w:t>EYFS</w:t>
            </w:r>
          </w:p>
        </w:tc>
        <w:tc>
          <w:tcPr>
            <w:tcW w:w="567" w:type="dxa"/>
            <w:textDirection w:val="btLr"/>
            <w:vAlign w:val="center"/>
          </w:tcPr>
          <w:p w:rsidR="00EC04CB" w:rsidRPr="00EC04CB" w:rsidRDefault="00EC04CB" w:rsidP="00EC04CB">
            <w:pPr>
              <w:ind w:left="113" w:right="113"/>
              <w:jc w:val="center"/>
            </w:pPr>
            <w:r w:rsidRPr="00EC04CB">
              <w:t>Observing over time</w:t>
            </w:r>
          </w:p>
        </w:tc>
        <w:tc>
          <w:tcPr>
            <w:tcW w:w="2362" w:type="dxa"/>
            <w:gridSpan w:val="2"/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am curious about things that change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With help I ask questions about things changing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my ideas for finding out how things change</w:t>
            </w:r>
          </w:p>
        </w:tc>
        <w:tc>
          <w:tcPr>
            <w:tcW w:w="2363" w:type="dxa"/>
            <w:gridSpan w:val="2"/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all my senses to observe changes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look closely at how things change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make simple records of how things change (with help where necessary)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simple equipment to observe and record changes</w:t>
            </w:r>
          </w:p>
        </w:tc>
        <w:tc>
          <w:tcPr>
            <w:tcW w:w="2363" w:type="dxa"/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what I have done and what I noticed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C04CB" w:rsidRPr="00EC04CB" w:rsidRDefault="00EC04CB" w:rsidP="00EC04CB">
            <w:pPr>
              <w:spacing w:after="40"/>
              <w:ind w:left="113" w:right="113"/>
              <w:jc w:val="center"/>
            </w:pPr>
            <w:r w:rsidRPr="00EC04CB">
              <w:t>Key St</w:t>
            </w:r>
            <w:r>
              <w:t>a</w:t>
            </w:r>
            <w:r w:rsidRPr="00EC04CB">
              <w:t>ge 1</w:t>
            </w:r>
          </w:p>
        </w:tc>
        <w:tc>
          <w:tcPr>
            <w:tcW w:w="2504" w:type="dxa"/>
            <w:gridSpan w:val="2"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ask questions about how and why things change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With help, I identify changes to observe and measure and suggest how to do it</w:t>
            </w:r>
          </w:p>
        </w:tc>
        <w:tc>
          <w:tcPr>
            <w:tcW w:w="2505" w:type="dxa"/>
            <w:gridSpan w:val="2"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non-standard units and simple equipment to record changes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record in words or pictures, or in simple prepared formats such as tables and charts</w:t>
            </w:r>
          </w:p>
        </w:tc>
        <w:tc>
          <w:tcPr>
            <w:tcW w:w="2505" w:type="dxa"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identify simple changes and talk about them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sequence the changes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begin to use scientific language to talk about changes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whether the change was what I expected</w:t>
            </w:r>
          </w:p>
        </w:tc>
      </w:tr>
      <w:tr w:rsidR="00EC04CB" w:rsidTr="00681565">
        <w:trPr>
          <w:cantSplit/>
          <w:trHeight w:val="2442"/>
        </w:trPr>
        <w:tc>
          <w:tcPr>
            <w:tcW w:w="284" w:type="dxa"/>
            <w:vMerge/>
            <w:tcBorders>
              <w:bottom w:val="double" w:sz="4" w:space="0" w:color="auto"/>
            </w:tcBorders>
          </w:tcPr>
          <w:p w:rsidR="00EC04CB" w:rsidRDefault="00EC04CB"/>
        </w:tc>
        <w:tc>
          <w:tcPr>
            <w:tcW w:w="567" w:type="dxa"/>
            <w:textDirection w:val="btLr"/>
            <w:vAlign w:val="center"/>
          </w:tcPr>
          <w:p w:rsidR="00EC04CB" w:rsidRPr="00EC04CB" w:rsidRDefault="00EC04CB" w:rsidP="00EC04CB">
            <w:pPr>
              <w:ind w:left="113" w:right="113"/>
              <w:jc w:val="center"/>
            </w:pPr>
            <w:r w:rsidRPr="00EC04CB">
              <w:t>Identifying and classifying</w:t>
            </w:r>
          </w:p>
        </w:tc>
        <w:tc>
          <w:tcPr>
            <w:tcW w:w="2362" w:type="dxa"/>
            <w:gridSpan w:val="2"/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am curious about similarities and differences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With help I ask questions about similarities and differences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my ideas for sorting or matching things</w:t>
            </w:r>
          </w:p>
        </w:tc>
        <w:tc>
          <w:tcPr>
            <w:tcW w:w="2363" w:type="dxa"/>
            <w:gridSpan w:val="2"/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my senses to sort and match things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match things that are the same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find things that are similar or different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sort or group things in my own way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simple equipment to help me sort things (e.g. boxes, hoops)</w:t>
            </w:r>
          </w:p>
        </w:tc>
        <w:tc>
          <w:tcPr>
            <w:tcW w:w="2363" w:type="dxa"/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how I sorted or matched things</w:t>
            </w:r>
          </w:p>
        </w:tc>
        <w:tc>
          <w:tcPr>
            <w:tcW w:w="425" w:type="dxa"/>
            <w:vMerge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</w:p>
        </w:tc>
        <w:tc>
          <w:tcPr>
            <w:tcW w:w="2504" w:type="dxa"/>
            <w:gridSpan w:val="2"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ask questions about how and why things are similar or different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decide what to observe to identify or sort things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</w:p>
        </w:tc>
        <w:tc>
          <w:tcPr>
            <w:tcW w:w="2505" w:type="dxa"/>
            <w:gridSpan w:val="2"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make comparisons between simple features of objects, materials or living things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record my observations in words or pictures or simple tables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sort objects by observable and behavioural features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record my sorting in sorting circles or tables</w:t>
            </w:r>
          </w:p>
        </w:tc>
        <w:tc>
          <w:tcPr>
            <w:tcW w:w="2505" w:type="dxa"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identify similarities and differences and talk about them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begin to use scientific language to talk about how things are similar or different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try to use my records to help sort or identify other things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</w:p>
        </w:tc>
      </w:tr>
      <w:tr w:rsidR="00EC04CB" w:rsidTr="00681565">
        <w:trPr>
          <w:cantSplit/>
          <w:trHeight w:val="2037"/>
        </w:trPr>
        <w:tc>
          <w:tcPr>
            <w:tcW w:w="284" w:type="dxa"/>
            <w:vMerge/>
            <w:tcBorders>
              <w:bottom w:val="double" w:sz="4" w:space="0" w:color="auto"/>
            </w:tcBorders>
          </w:tcPr>
          <w:p w:rsidR="00EC04CB" w:rsidRDefault="00EC04CB"/>
        </w:tc>
        <w:tc>
          <w:tcPr>
            <w:tcW w:w="567" w:type="dxa"/>
            <w:textDirection w:val="btLr"/>
            <w:vAlign w:val="center"/>
          </w:tcPr>
          <w:p w:rsidR="00EC04CB" w:rsidRPr="00EC04CB" w:rsidRDefault="00EC04CB" w:rsidP="00EC04CB">
            <w:pPr>
              <w:ind w:left="113" w:right="113"/>
              <w:jc w:val="center"/>
            </w:pPr>
            <w:r w:rsidRPr="00EC04CB">
              <w:t>Pattern seeking</w:t>
            </w:r>
          </w:p>
        </w:tc>
        <w:tc>
          <w:tcPr>
            <w:tcW w:w="2362" w:type="dxa"/>
            <w:gridSpan w:val="2"/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am curious about patterns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With help I ask questions about patterns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my ideas for finding out about patterns</w:t>
            </w:r>
          </w:p>
        </w:tc>
        <w:tc>
          <w:tcPr>
            <w:tcW w:w="2363" w:type="dxa"/>
            <w:gridSpan w:val="2"/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my sense to look closely for patterns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observe more than one thing at a time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make simple records of what I notice (with help where necessary)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simple equipment to observe and record patterns</w:t>
            </w:r>
          </w:p>
        </w:tc>
        <w:tc>
          <w:tcPr>
            <w:tcW w:w="2363" w:type="dxa"/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what I have done and the patterns I noticed</w:t>
            </w:r>
          </w:p>
        </w:tc>
        <w:tc>
          <w:tcPr>
            <w:tcW w:w="425" w:type="dxa"/>
            <w:vMerge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</w:p>
        </w:tc>
        <w:tc>
          <w:tcPr>
            <w:tcW w:w="2504" w:type="dxa"/>
            <w:gridSpan w:val="2"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ask questions about why and how things are linked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With help I decide what patterns to observe and measure and suggest how to do it</w:t>
            </w:r>
          </w:p>
        </w:tc>
        <w:tc>
          <w:tcPr>
            <w:tcW w:w="2505" w:type="dxa"/>
            <w:gridSpan w:val="2"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non-standard units and simple equipment to record events that night be related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record in words or pictures, or in simple prepared formats such as tables, tally charts and maps</w:t>
            </w:r>
          </w:p>
        </w:tc>
        <w:tc>
          <w:tcPr>
            <w:tcW w:w="2505" w:type="dxa"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identify simple patterns and talk about them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make links between two sets of observations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begin to use scientific language to talk about patterns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whether the pattern was what I expected</w:t>
            </w:r>
          </w:p>
        </w:tc>
      </w:tr>
      <w:tr w:rsidR="00EC04CB" w:rsidTr="00681565">
        <w:trPr>
          <w:cantSplit/>
          <w:trHeight w:val="1684"/>
        </w:trPr>
        <w:tc>
          <w:tcPr>
            <w:tcW w:w="284" w:type="dxa"/>
            <w:vMerge/>
            <w:tcBorders>
              <w:bottom w:val="double" w:sz="4" w:space="0" w:color="auto"/>
            </w:tcBorders>
          </w:tcPr>
          <w:p w:rsidR="00EC04CB" w:rsidRDefault="00EC04CB"/>
        </w:tc>
        <w:tc>
          <w:tcPr>
            <w:tcW w:w="567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C04CB" w:rsidRPr="00EC04CB" w:rsidRDefault="00EC04CB" w:rsidP="00EC04CB">
            <w:pPr>
              <w:ind w:left="113" w:right="113"/>
              <w:jc w:val="center"/>
            </w:pPr>
            <w:r w:rsidRPr="00EC04CB">
              <w:t>Research</w:t>
            </w:r>
          </w:p>
        </w:tc>
        <w:tc>
          <w:tcPr>
            <w:tcW w:w="2362" w:type="dxa"/>
            <w:gridSpan w:val="2"/>
            <w:tcBorders>
              <w:bottom w:val="single" w:sz="4" w:space="0" w:color="000000" w:themeColor="text1"/>
            </w:tcBorders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am curious about things in my surroundings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With help, I ask questions that I can answer using secondary sources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</w:p>
        </w:tc>
        <w:tc>
          <w:tcPr>
            <w:tcW w:w="2363" w:type="dxa"/>
            <w:gridSpan w:val="2"/>
            <w:tcBorders>
              <w:bottom w:val="single" w:sz="4" w:space="0" w:color="000000" w:themeColor="text1"/>
            </w:tcBorders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listen carefully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know that information in books and electronic media can be used to answer questions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find pictures of things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to people about what they do and how things work</w:t>
            </w:r>
          </w:p>
        </w:tc>
        <w:tc>
          <w:tcPr>
            <w:tcW w:w="2363" w:type="dxa"/>
            <w:tcBorders>
              <w:bottom w:val="single" w:sz="4" w:space="0" w:color="000000" w:themeColor="text1"/>
            </w:tcBorders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things I found out</w:t>
            </w:r>
          </w:p>
        </w:tc>
        <w:tc>
          <w:tcPr>
            <w:tcW w:w="425" w:type="dxa"/>
            <w:vMerge/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</w:p>
        </w:tc>
        <w:tc>
          <w:tcPr>
            <w:tcW w:w="2504" w:type="dxa"/>
            <w:gridSpan w:val="2"/>
            <w:tcBorders>
              <w:bottom w:val="single" w:sz="4" w:space="0" w:color="000000" w:themeColor="text1"/>
            </w:tcBorders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ask questions about how things are and the way they work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With help, I make suggestions about how to find things out</w:t>
            </w:r>
          </w:p>
        </w:tc>
        <w:tc>
          <w:tcPr>
            <w:tcW w:w="2505" w:type="dxa"/>
            <w:gridSpan w:val="2"/>
            <w:tcBorders>
              <w:bottom w:val="single" w:sz="4" w:space="0" w:color="000000" w:themeColor="text1"/>
            </w:tcBorders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simple books and electronic media to find things out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ask questions to find out what people do and how things work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record in words and pictures what I found out</w:t>
            </w:r>
          </w:p>
        </w:tc>
        <w:tc>
          <w:tcPr>
            <w:tcW w:w="2505" w:type="dxa"/>
            <w:tcBorders>
              <w:bottom w:val="single" w:sz="4" w:space="0" w:color="000000" w:themeColor="text1"/>
            </w:tcBorders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begin to use scientific language to talk about what I found out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whether the information source was useful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give an opinion about some things I found out</w:t>
            </w:r>
          </w:p>
        </w:tc>
      </w:tr>
      <w:tr w:rsidR="00EC04CB" w:rsidTr="00681565">
        <w:trPr>
          <w:cantSplit/>
          <w:trHeight w:val="1850"/>
        </w:trPr>
        <w:tc>
          <w:tcPr>
            <w:tcW w:w="284" w:type="dxa"/>
            <w:vMerge/>
            <w:tcBorders>
              <w:bottom w:val="double" w:sz="4" w:space="0" w:color="auto"/>
            </w:tcBorders>
          </w:tcPr>
          <w:p w:rsidR="00EC04CB" w:rsidRDefault="00EC04CB"/>
        </w:tc>
        <w:tc>
          <w:tcPr>
            <w:tcW w:w="567" w:type="dxa"/>
            <w:tcBorders>
              <w:bottom w:val="double" w:sz="4" w:space="0" w:color="auto"/>
            </w:tcBorders>
            <w:textDirection w:val="btLr"/>
            <w:vAlign w:val="center"/>
          </w:tcPr>
          <w:p w:rsidR="00EC04CB" w:rsidRPr="00EC04CB" w:rsidRDefault="00EC04CB" w:rsidP="00EC04CB">
            <w:pPr>
              <w:ind w:left="113" w:right="113"/>
              <w:jc w:val="center"/>
            </w:pPr>
            <w:r w:rsidRPr="00EC04CB">
              <w:t>Fair test</w:t>
            </w:r>
          </w:p>
        </w:tc>
        <w:tc>
          <w:tcPr>
            <w:tcW w:w="2362" w:type="dxa"/>
            <w:gridSpan w:val="2"/>
            <w:tcBorders>
              <w:bottom w:val="double" w:sz="4" w:space="0" w:color="auto"/>
            </w:tcBorders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am curious about how things behave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With help, I ask questions about things I can test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my ideas for testing how things behave</w:t>
            </w:r>
          </w:p>
        </w:tc>
        <w:tc>
          <w:tcPr>
            <w:tcW w:w="2363" w:type="dxa"/>
            <w:gridSpan w:val="2"/>
            <w:tcBorders>
              <w:bottom w:val="double" w:sz="4" w:space="0" w:color="auto"/>
            </w:tcBorders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my senses to look closely at how things behave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carry out simple tests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make simple records of what I notice (with help where necessary)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simple equipment to observe and record</w:t>
            </w:r>
          </w:p>
        </w:tc>
        <w:tc>
          <w:tcPr>
            <w:tcW w:w="2363" w:type="dxa"/>
            <w:tcBorders>
              <w:bottom w:val="double" w:sz="4" w:space="0" w:color="auto"/>
            </w:tcBorders>
          </w:tcPr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what I have done and what I noticed</w:t>
            </w:r>
          </w:p>
          <w:p w:rsidR="00EC04CB" w:rsidRPr="00E93434" w:rsidRDefault="00EC04CB" w:rsidP="00E93434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talk about whether something makes a difference</w:t>
            </w:r>
          </w:p>
        </w:tc>
        <w:tc>
          <w:tcPr>
            <w:tcW w:w="425" w:type="dxa"/>
            <w:vMerge/>
            <w:tcBorders>
              <w:bottom w:val="double" w:sz="4" w:space="0" w:color="auto"/>
            </w:tcBorders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</w:p>
        </w:tc>
        <w:tc>
          <w:tcPr>
            <w:tcW w:w="2504" w:type="dxa"/>
            <w:gridSpan w:val="2"/>
            <w:tcBorders>
              <w:bottom w:val="double" w:sz="4" w:space="0" w:color="auto"/>
            </w:tcBorders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ask questions about why and how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With help, I notice links between cause and effect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With help, I identify simple variables to change and measure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plan simple comparative tests</w:t>
            </w:r>
          </w:p>
        </w:tc>
        <w:tc>
          <w:tcPr>
            <w:tcW w:w="2505" w:type="dxa"/>
            <w:gridSpan w:val="2"/>
            <w:tcBorders>
              <w:bottom w:val="double" w:sz="4" w:space="0" w:color="auto"/>
            </w:tcBorders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use non-standard units and simple equipment to record data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record in word or pictures, or in simple prepared formats such as tables and tally charts</w:t>
            </w:r>
          </w:p>
        </w:tc>
        <w:tc>
          <w:tcPr>
            <w:tcW w:w="2505" w:type="dxa"/>
            <w:tcBorders>
              <w:bottom w:val="double" w:sz="4" w:space="0" w:color="auto"/>
            </w:tcBorders>
          </w:tcPr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interpret and talk about my data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begin to use simple scientific language to identify and describe simple causal relationships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With help, I can say if my test was fair</w:t>
            </w:r>
          </w:p>
          <w:p w:rsidR="00EC04CB" w:rsidRPr="00E93434" w:rsidRDefault="00EC04CB" w:rsidP="00EC04CB">
            <w:pPr>
              <w:spacing w:after="40"/>
              <w:rPr>
                <w:sz w:val="16"/>
                <w:szCs w:val="16"/>
              </w:rPr>
            </w:pPr>
            <w:r w:rsidRPr="00E93434">
              <w:rPr>
                <w:sz w:val="16"/>
                <w:szCs w:val="16"/>
              </w:rPr>
              <w:t>I say if the relationship was what I expected</w:t>
            </w:r>
          </w:p>
        </w:tc>
      </w:tr>
      <w:tr w:rsidR="00EC04CB" w:rsidTr="00681565">
        <w:tc>
          <w:tcPr>
            <w:tcW w:w="284" w:type="dxa"/>
            <w:tcBorders>
              <w:bottom w:val="single" w:sz="4" w:space="0" w:color="000000" w:themeColor="text1"/>
            </w:tcBorders>
          </w:tcPr>
          <w:p w:rsidR="00EC04CB" w:rsidRDefault="00EC04CB" w:rsidP="00EC04CB"/>
        </w:tc>
        <w:tc>
          <w:tcPr>
            <w:tcW w:w="567" w:type="dxa"/>
          </w:tcPr>
          <w:p w:rsidR="00EC04CB" w:rsidRDefault="00EC04CB" w:rsidP="00EC04CB"/>
        </w:tc>
        <w:tc>
          <w:tcPr>
            <w:tcW w:w="2315" w:type="dxa"/>
          </w:tcPr>
          <w:p w:rsidR="00EC04CB" w:rsidRPr="00E93434" w:rsidRDefault="00EC04CB" w:rsidP="00EC04CB">
            <w:r w:rsidRPr="00E93434">
              <w:t>Plan</w:t>
            </w:r>
          </w:p>
        </w:tc>
        <w:tc>
          <w:tcPr>
            <w:tcW w:w="2315" w:type="dxa"/>
            <w:gridSpan w:val="2"/>
          </w:tcPr>
          <w:p w:rsidR="00EC04CB" w:rsidRPr="00E93434" w:rsidRDefault="00EC04CB" w:rsidP="00EC04CB">
            <w:r w:rsidRPr="00E93434">
              <w:t xml:space="preserve">Do </w:t>
            </w:r>
          </w:p>
        </w:tc>
        <w:tc>
          <w:tcPr>
            <w:tcW w:w="2458" w:type="dxa"/>
            <w:gridSpan w:val="2"/>
          </w:tcPr>
          <w:p w:rsidR="00EC04CB" w:rsidRPr="00E93434" w:rsidRDefault="00EC04CB" w:rsidP="00EC04CB">
            <w:r w:rsidRPr="00E93434">
              <w:t>Review</w:t>
            </w:r>
          </w:p>
        </w:tc>
        <w:tc>
          <w:tcPr>
            <w:tcW w:w="425" w:type="dxa"/>
          </w:tcPr>
          <w:p w:rsidR="00EC04CB" w:rsidRPr="00E93434" w:rsidRDefault="00EC04CB" w:rsidP="00EC04CB"/>
        </w:tc>
        <w:tc>
          <w:tcPr>
            <w:tcW w:w="2410" w:type="dxa"/>
          </w:tcPr>
          <w:p w:rsidR="00EC04CB" w:rsidRPr="00E93434" w:rsidRDefault="00EC04CB" w:rsidP="00EC04CB">
            <w:r w:rsidRPr="00E93434">
              <w:t>Plan</w:t>
            </w:r>
          </w:p>
        </w:tc>
        <w:tc>
          <w:tcPr>
            <w:tcW w:w="2552" w:type="dxa"/>
            <w:gridSpan w:val="2"/>
          </w:tcPr>
          <w:p w:rsidR="00EC04CB" w:rsidRPr="00E93434" w:rsidRDefault="00EC04CB" w:rsidP="00EC04CB">
            <w:r w:rsidRPr="00E93434">
              <w:t xml:space="preserve">Do </w:t>
            </w:r>
          </w:p>
        </w:tc>
        <w:tc>
          <w:tcPr>
            <w:tcW w:w="2552" w:type="dxa"/>
            <w:gridSpan w:val="2"/>
          </w:tcPr>
          <w:p w:rsidR="00EC04CB" w:rsidRPr="00E93434" w:rsidRDefault="00EC04CB" w:rsidP="00EC04CB">
            <w:r w:rsidRPr="00E93434">
              <w:t>Review</w:t>
            </w:r>
          </w:p>
        </w:tc>
      </w:tr>
      <w:tr w:rsidR="00681565" w:rsidTr="00681565">
        <w:trPr>
          <w:cantSplit/>
          <w:trHeight w:val="1557"/>
        </w:trPr>
        <w:tc>
          <w:tcPr>
            <w:tcW w:w="284" w:type="dxa"/>
            <w:vMerge w:val="restart"/>
            <w:tcBorders>
              <w:bottom w:val="double" w:sz="4" w:space="0" w:color="auto"/>
            </w:tcBorders>
            <w:textDirection w:val="btLr"/>
            <w:vAlign w:val="center"/>
          </w:tcPr>
          <w:p w:rsidR="00681565" w:rsidRDefault="00681565" w:rsidP="00EC04CB">
            <w:pPr>
              <w:ind w:left="113" w:right="113"/>
              <w:jc w:val="center"/>
            </w:pPr>
            <w:r>
              <w:t>Lower Key Stage 2</w:t>
            </w:r>
          </w:p>
        </w:tc>
        <w:tc>
          <w:tcPr>
            <w:tcW w:w="567" w:type="dxa"/>
            <w:textDirection w:val="btLr"/>
            <w:vAlign w:val="center"/>
          </w:tcPr>
          <w:p w:rsidR="00681565" w:rsidRPr="00EC04CB" w:rsidRDefault="00681565" w:rsidP="00EC04CB">
            <w:pPr>
              <w:ind w:left="113" w:right="113"/>
              <w:jc w:val="center"/>
            </w:pPr>
            <w:r w:rsidRPr="00EC04CB">
              <w:t>Observing over time</w:t>
            </w:r>
          </w:p>
        </w:tc>
        <w:tc>
          <w:tcPr>
            <w:tcW w:w="2315" w:type="dxa"/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things changing and recognise when questions can be answered by observing over time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what observations to make, how often and what equipment to use</w:t>
            </w:r>
          </w:p>
        </w:tc>
        <w:tc>
          <w:tcPr>
            <w:tcW w:w="2315" w:type="dxa"/>
            <w:gridSpan w:val="2"/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a range of equipment to collect data using standard measures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make records using tables and bar charts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begin to use and interpret graphs produced by data loggers</w:t>
            </w:r>
          </w:p>
        </w:tc>
        <w:tc>
          <w:tcPr>
            <w:tcW w:w="2458" w:type="dxa"/>
            <w:gridSpan w:val="2"/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draw simple conclusions from the changes I observed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changes using some scientific language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suggest improvements to the ways I observe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81565" w:rsidRPr="00EC04CB" w:rsidRDefault="00681565" w:rsidP="00681565">
            <w:pPr>
              <w:spacing w:after="40"/>
              <w:ind w:left="113" w:right="113"/>
              <w:jc w:val="center"/>
            </w:pPr>
            <w:r>
              <w:t xml:space="preserve">Upper </w:t>
            </w:r>
            <w:r w:rsidRPr="00EC04CB">
              <w:t>Key St</w:t>
            </w:r>
            <w:r>
              <w:t>a</w:t>
            </w:r>
            <w:r w:rsidRPr="00EC04CB">
              <w:t xml:space="preserve">ge </w:t>
            </w:r>
            <w:r>
              <w:t>2</w:t>
            </w:r>
          </w:p>
        </w:tc>
        <w:tc>
          <w:tcPr>
            <w:tcW w:w="2410" w:type="dxa"/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 xml:space="preserve">I decide when observing changes over time will help to answer my questions 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how detailed my observations need to be, and what equipment to use, to make my measurements as accurate as possible</w:t>
            </w:r>
          </w:p>
        </w:tc>
        <w:tc>
          <w:tcPr>
            <w:tcW w:w="2552" w:type="dxa"/>
            <w:gridSpan w:val="2"/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equipment accurately without support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record data appropriately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present data in line graphs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interpret changes in the data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recognise the effect of changing the time and number of observations</w:t>
            </w:r>
          </w:p>
        </w:tc>
        <w:tc>
          <w:tcPr>
            <w:tcW w:w="2552" w:type="dxa"/>
            <w:gridSpan w:val="2"/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draw valid conclusions from data about changes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recognise the significance of things changing over time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and explain changes using scientific knowledge and understanding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evaluate how well I observed over time</w:t>
            </w:r>
          </w:p>
        </w:tc>
      </w:tr>
      <w:tr w:rsidR="00681565" w:rsidTr="00681565">
        <w:trPr>
          <w:cantSplit/>
          <w:trHeight w:val="2238"/>
        </w:trPr>
        <w:tc>
          <w:tcPr>
            <w:tcW w:w="284" w:type="dxa"/>
            <w:vMerge/>
            <w:tcBorders>
              <w:bottom w:val="double" w:sz="4" w:space="0" w:color="auto"/>
            </w:tcBorders>
          </w:tcPr>
          <w:p w:rsidR="00681565" w:rsidRDefault="00681565" w:rsidP="00EC04CB"/>
        </w:tc>
        <w:tc>
          <w:tcPr>
            <w:tcW w:w="567" w:type="dxa"/>
            <w:textDirection w:val="btLr"/>
            <w:vAlign w:val="center"/>
          </w:tcPr>
          <w:p w:rsidR="00681565" w:rsidRPr="00EC04CB" w:rsidRDefault="00681565" w:rsidP="00EC04CB">
            <w:pPr>
              <w:ind w:left="113" w:right="113"/>
              <w:jc w:val="center"/>
            </w:pPr>
            <w:r w:rsidRPr="00EC04CB">
              <w:t>Identifying and classifying</w:t>
            </w:r>
          </w:p>
        </w:tc>
        <w:tc>
          <w:tcPr>
            <w:tcW w:w="2315" w:type="dxa"/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what criteria I will use to sort and classify things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what equipment to use to identify and classify things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things that can be grouped and recognise when questions can be answered by sorting and classifying</w:t>
            </w:r>
          </w:p>
        </w:tc>
        <w:tc>
          <w:tcPr>
            <w:tcW w:w="2315" w:type="dxa"/>
            <w:gridSpan w:val="2"/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carry out simple tests to sort and classify according to properties or behaviour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Carroll diagrams, Venn diagrams and more complex tables to sort things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simple keys and branching databases to identify things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make simple branching databases (keys) for things that have clear differences</w:t>
            </w:r>
          </w:p>
        </w:tc>
        <w:tc>
          <w:tcPr>
            <w:tcW w:w="2458" w:type="dxa"/>
            <w:gridSpan w:val="2"/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draw simple conclusions about the things I have sorted and classified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the similarities and differences I identified using some scientific language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suggest improvements to the way I sort and identify things</w:t>
            </w:r>
          </w:p>
        </w:tc>
        <w:tc>
          <w:tcPr>
            <w:tcW w:w="425" w:type="dxa"/>
            <w:vMerge/>
          </w:tcPr>
          <w:p w:rsidR="00681565" w:rsidRPr="00E93434" w:rsidRDefault="00681565" w:rsidP="00EC04CB">
            <w:pPr>
              <w:spacing w:after="4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when identifying and classifying will be helpful to answer my questions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what equipment, tests and secondary sources of information to use to identify and classify things</w:t>
            </w:r>
          </w:p>
        </w:tc>
        <w:tc>
          <w:tcPr>
            <w:tcW w:w="2552" w:type="dxa"/>
            <w:gridSpan w:val="2"/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a series of tests to sort and classify materials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secondary sources to identify and classify things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make my own keys and branching databases with four or more items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more than one piece of scientific evidence to identify and classify things</w:t>
            </w:r>
          </w:p>
        </w:tc>
        <w:tc>
          <w:tcPr>
            <w:tcW w:w="2552" w:type="dxa"/>
            <w:gridSpan w:val="2"/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draw valid conclusions when sorting and classifying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recognise the significance or sorting and classifying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and explain what I have done using scientific knowledge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evaluate how well my keys worked</w:t>
            </w:r>
          </w:p>
        </w:tc>
      </w:tr>
      <w:tr w:rsidR="00681565" w:rsidTr="00681565">
        <w:trPr>
          <w:cantSplit/>
          <w:trHeight w:val="1801"/>
        </w:trPr>
        <w:tc>
          <w:tcPr>
            <w:tcW w:w="284" w:type="dxa"/>
            <w:vMerge/>
            <w:tcBorders>
              <w:bottom w:val="double" w:sz="4" w:space="0" w:color="auto"/>
            </w:tcBorders>
          </w:tcPr>
          <w:p w:rsidR="00681565" w:rsidRDefault="00681565" w:rsidP="00EC04CB"/>
        </w:tc>
        <w:tc>
          <w:tcPr>
            <w:tcW w:w="567" w:type="dxa"/>
            <w:textDirection w:val="btLr"/>
            <w:vAlign w:val="center"/>
          </w:tcPr>
          <w:p w:rsidR="00681565" w:rsidRPr="00EC04CB" w:rsidRDefault="00681565" w:rsidP="00EC04CB">
            <w:pPr>
              <w:ind w:left="113" w:right="113"/>
              <w:jc w:val="center"/>
            </w:pPr>
            <w:r w:rsidRPr="00EC04CB">
              <w:t>Pattern seeking</w:t>
            </w:r>
          </w:p>
        </w:tc>
        <w:tc>
          <w:tcPr>
            <w:tcW w:w="2315" w:type="dxa"/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where patterns might be found and recognise when questions can be investigated by pattern seeking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on which sets of data to collect, what observations to make and what equipment to use</w:t>
            </w:r>
          </w:p>
        </w:tc>
        <w:tc>
          <w:tcPr>
            <w:tcW w:w="2315" w:type="dxa"/>
            <w:gridSpan w:val="2"/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a range of equipment to collect data using standard measures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make records using tables, bar charts or simple scatter graphs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begin to use and interpret data collected through data loggers</w:t>
            </w:r>
          </w:p>
        </w:tc>
        <w:tc>
          <w:tcPr>
            <w:tcW w:w="2458" w:type="dxa"/>
            <w:gridSpan w:val="2"/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draw conclusions about simple patterns between two sets of data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patterns using some scientific language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suggest improvements to the way I looked for patterns</w:t>
            </w:r>
          </w:p>
        </w:tc>
        <w:tc>
          <w:tcPr>
            <w:tcW w:w="425" w:type="dxa"/>
            <w:vMerge/>
          </w:tcPr>
          <w:p w:rsidR="00681565" w:rsidRPr="00E93434" w:rsidRDefault="00681565" w:rsidP="00EC04CB">
            <w:pPr>
              <w:spacing w:after="4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recognise when variables cannot be controlled and decide when pattern seeking will help to answer my question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how detailed my data needs to be, and which equipment to use, to make my measurements as accurate as possible</w:t>
            </w:r>
          </w:p>
        </w:tc>
        <w:tc>
          <w:tcPr>
            <w:tcW w:w="2552" w:type="dxa"/>
            <w:gridSpan w:val="2"/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equipment accurately to collect observations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record data appropriately and accurately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present data in scatter graphs and frequency charts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recognise patterns in results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recognise the effect of sample size on reliability</w:t>
            </w:r>
          </w:p>
        </w:tc>
        <w:tc>
          <w:tcPr>
            <w:tcW w:w="2552" w:type="dxa"/>
            <w:gridSpan w:val="2"/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draw valid conclusions from data about patterns and recognise their limitation</w:t>
            </w:r>
          </w:p>
        </w:tc>
      </w:tr>
      <w:tr w:rsidR="00681565" w:rsidTr="00681565">
        <w:trPr>
          <w:cantSplit/>
          <w:trHeight w:val="1955"/>
        </w:trPr>
        <w:tc>
          <w:tcPr>
            <w:tcW w:w="284" w:type="dxa"/>
            <w:vMerge/>
            <w:tcBorders>
              <w:bottom w:val="double" w:sz="4" w:space="0" w:color="auto"/>
            </w:tcBorders>
          </w:tcPr>
          <w:p w:rsidR="00681565" w:rsidRDefault="00681565" w:rsidP="00EC04CB"/>
        </w:tc>
        <w:tc>
          <w:tcPr>
            <w:tcW w:w="567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681565" w:rsidRPr="00EC04CB" w:rsidRDefault="00681565" w:rsidP="00EC04CB">
            <w:pPr>
              <w:ind w:left="113" w:right="113"/>
              <w:jc w:val="center"/>
            </w:pPr>
            <w:r w:rsidRPr="00EC04CB">
              <w:t>Research</w:t>
            </w:r>
          </w:p>
        </w:tc>
        <w:tc>
          <w:tcPr>
            <w:tcW w:w="2315" w:type="dxa"/>
            <w:tcBorders>
              <w:bottom w:val="single" w:sz="4" w:space="0" w:color="000000" w:themeColor="text1"/>
            </w:tcBorders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how things are and the way they work and recognise when questions can be answered by research using secondary sources</w:t>
            </w:r>
          </w:p>
        </w:tc>
        <w:tc>
          <w:tcPr>
            <w:tcW w:w="2315" w:type="dxa"/>
            <w:gridSpan w:val="2"/>
            <w:tcBorders>
              <w:bottom w:val="single" w:sz="4" w:space="0" w:color="000000" w:themeColor="text1"/>
            </w:tcBorders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information sources to find the information I need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someone else’s data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record what I found out in my own words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present information in different ways</w:t>
            </w:r>
          </w:p>
        </w:tc>
        <w:tc>
          <w:tcPr>
            <w:tcW w:w="2458" w:type="dxa"/>
            <w:gridSpan w:val="2"/>
            <w:tcBorders>
              <w:bottom w:val="single" w:sz="4" w:space="0" w:color="000000" w:themeColor="text1"/>
            </w:tcBorders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draw conclusions from what I found out from different sources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what the information and data means using some scientific language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suggest ways to improve how I find out and use information</w:t>
            </w:r>
          </w:p>
        </w:tc>
        <w:tc>
          <w:tcPr>
            <w:tcW w:w="425" w:type="dxa"/>
            <w:vMerge/>
          </w:tcPr>
          <w:p w:rsidR="00681565" w:rsidRPr="00E93434" w:rsidRDefault="00681565" w:rsidP="00EC04CB">
            <w:pPr>
              <w:spacing w:after="40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when research using secondary sources will help to answer my questions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which sources of information might answer my questions</w:t>
            </w:r>
          </w:p>
        </w:tc>
        <w:tc>
          <w:tcPr>
            <w:tcW w:w="2552" w:type="dxa"/>
            <w:gridSpan w:val="2"/>
            <w:tcBorders>
              <w:bottom w:val="single" w:sz="4" w:space="0" w:color="000000" w:themeColor="text1"/>
            </w:tcBorders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relevant information and data from a range of secondary sources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recognise how data has been obtained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start to notice when information or data is biased or based on opinions rather than facts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present my findings in suitable formats</w:t>
            </w:r>
          </w:p>
        </w:tc>
        <w:tc>
          <w:tcPr>
            <w:tcW w:w="2552" w:type="dxa"/>
            <w:gridSpan w:val="2"/>
            <w:tcBorders>
              <w:bottom w:val="single" w:sz="4" w:space="0" w:color="000000" w:themeColor="text1"/>
            </w:tcBorders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draw valid conclusions from my research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and explain my research using scientific knowledge and understanding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evaluate how well my research has answered my questions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recognise that some scientific questions may not have been answered definitively</w:t>
            </w:r>
          </w:p>
        </w:tc>
      </w:tr>
      <w:tr w:rsidR="00681565" w:rsidTr="00681565">
        <w:trPr>
          <w:cantSplit/>
          <w:trHeight w:val="1971"/>
        </w:trPr>
        <w:tc>
          <w:tcPr>
            <w:tcW w:w="284" w:type="dxa"/>
            <w:vMerge/>
            <w:tcBorders>
              <w:bottom w:val="double" w:sz="4" w:space="0" w:color="auto"/>
            </w:tcBorders>
          </w:tcPr>
          <w:p w:rsidR="00681565" w:rsidRDefault="00681565" w:rsidP="00EC04CB"/>
        </w:tc>
        <w:tc>
          <w:tcPr>
            <w:tcW w:w="567" w:type="dxa"/>
            <w:tcBorders>
              <w:bottom w:val="double" w:sz="4" w:space="0" w:color="auto"/>
            </w:tcBorders>
            <w:textDirection w:val="btLr"/>
            <w:vAlign w:val="center"/>
          </w:tcPr>
          <w:p w:rsidR="00681565" w:rsidRPr="00EC04CB" w:rsidRDefault="00681565" w:rsidP="00EC04CB">
            <w:pPr>
              <w:ind w:left="113" w:right="113"/>
              <w:jc w:val="center"/>
            </w:pPr>
            <w:r w:rsidRPr="00EC04CB">
              <w:t>Fair test</w:t>
            </w:r>
          </w:p>
        </w:tc>
        <w:tc>
          <w:tcPr>
            <w:tcW w:w="2315" w:type="dxa"/>
            <w:tcBorders>
              <w:bottom w:val="double" w:sz="4" w:space="0" w:color="auto"/>
            </w:tcBorders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the links between cause and effect and (with help) pose a fair test question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help to plan a fair test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what data to collect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what equipment to use and how to make observations</w:t>
            </w:r>
          </w:p>
        </w:tc>
        <w:tc>
          <w:tcPr>
            <w:tcW w:w="2315" w:type="dxa"/>
            <w:gridSpan w:val="2"/>
            <w:tcBorders>
              <w:bottom w:val="double" w:sz="4" w:space="0" w:color="auto"/>
            </w:tcBorders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a range of equipment to collect data using standard measures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make records using tables and bar charts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begin to use and interpret data collected through data loggers</w:t>
            </w:r>
          </w:p>
        </w:tc>
        <w:tc>
          <w:tcPr>
            <w:tcW w:w="2458" w:type="dxa"/>
            <w:gridSpan w:val="2"/>
            <w:tcBorders>
              <w:bottom w:val="double" w:sz="4" w:space="0" w:color="auto"/>
            </w:tcBorders>
          </w:tcPr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draw simple conclusions from my fair tests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about, and explain, simple causal relationships using some scientific language</w:t>
            </w:r>
          </w:p>
          <w:p w:rsidR="00681565" w:rsidRPr="00681565" w:rsidRDefault="00681565" w:rsidP="008B7E4D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suggest ways that I can improve my fair tests</w:t>
            </w:r>
          </w:p>
        </w:tc>
        <w:tc>
          <w:tcPr>
            <w:tcW w:w="425" w:type="dxa"/>
            <w:vMerge/>
            <w:tcBorders>
              <w:bottom w:val="double" w:sz="4" w:space="0" w:color="auto"/>
            </w:tcBorders>
          </w:tcPr>
          <w:p w:rsidR="00681565" w:rsidRPr="00E93434" w:rsidRDefault="00681565" w:rsidP="00EC04CB">
            <w:pPr>
              <w:spacing w:after="40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recognise when variables need to be controlled and decide when a fair test is the best way to answer my question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plan a fair test, selecting  the most suitable variables to measure, change and keep the same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decide what equipment to use to make my measurements as accurate as possible</w:t>
            </w:r>
          </w:p>
        </w:tc>
        <w:tc>
          <w:tcPr>
            <w:tcW w:w="2552" w:type="dxa"/>
            <w:gridSpan w:val="2"/>
            <w:tcBorders>
              <w:bottom w:val="double" w:sz="4" w:space="0" w:color="auto"/>
            </w:tcBorders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use equipment accurately to collect observations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record data appropriately and accurately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present data in line graphs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identify causal relationships</w:t>
            </w:r>
          </w:p>
        </w:tc>
        <w:tc>
          <w:tcPr>
            <w:tcW w:w="2552" w:type="dxa"/>
            <w:gridSpan w:val="2"/>
            <w:tcBorders>
              <w:bottom w:val="double" w:sz="4" w:space="0" w:color="auto"/>
            </w:tcBorders>
          </w:tcPr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draw valid conclusions based on the data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recognise the significance of the results of a fair tests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talk about and explain causal relationships using scientific knowledge and understanding</w:t>
            </w:r>
          </w:p>
          <w:p w:rsidR="00681565" w:rsidRPr="00681565" w:rsidRDefault="00681565" w:rsidP="008821AB">
            <w:pPr>
              <w:spacing w:after="40"/>
              <w:rPr>
                <w:sz w:val="14"/>
                <w:szCs w:val="14"/>
              </w:rPr>
            </w:pPr>
            <w:r w:rsidRPr="00681565">
              <w:rPr>
                <w:sz w:val="14"/>
                <w:szCs w:val="14"/>
              </w:rPr>
              <w:t>I evaluate the effectiveness of my fair testing, recognising variables that were difficult to control</w:t>
            </w:r>
          </w:p>
        </w:tc>
      </w:tr>
    </w:tbl>
    <w:p w:rsidR="00C47EA8" w:rsidRDefault="00C47EA8"/>
    <w:sectPr w:rsidR="00C47EA8" w:rsidSect="00EC04CB">
      <w:pgSz w:w="16838" w:h="11906" w:orient="landscape"/>
      <w:pgMar w:top="794" w:right="62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real-Regular">
    <w:altName w:val="Montreal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97205"/>
    <w:multiLevelType w:val="hybridMultilevel"/>
    <w:tmpl w:val="BF9C6B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512"/>
    <w:rsid w:val="00030395"/>
    <w:rsid w:val="000A6148"/>
    <w:rsid w:val="000E304E"/>
    <w:rsid w:val="00111591"/>
    <w:rsid w:val="0012484C"/>
    <w:rsid w:val="00135640"/>
    <w:rsid w:val="00145EF5"/>
    <w:rsid w:val="001C5569"/>
    <w:rsid w:val="001E66A5"/>
    <w:rsid w:val="001E6A39"/>
    <w:rsid w:val="002979AB"/>
    <w:rsid w:val="002D609B"/>
    <w:rsid w:val="002E0BAE"/>
    <w:rsid w:val="002F0921"/>
    <w:rsid w:val="003B2D27"/>
    <w:rsid w:val="003F2C1F"/>
    <w:rsid w:val="00412D00"/>
    <w:rsid w:val="0044089A"/>
    <w:rsid w:val="00475479"/>
    <w:rsid w:val="004B2E6E"/>
    <w:rsid w:val="004B3512"/>
    <w:rsid w:val="004C4EC1"/>
    <w:rsid w:val="005132B0"/>
    <w:rsid w:val="005214D2"/>
    <w:rsid w:val="005F77B7"/>
    <w:rsid w:val="00681565"/>
    <w:rsid w:val="006A11E5"/>
    <w:rsid w:val="006B7922"/>
    <w:rsid w:val="00753774"/>
    <w:rsid w:val="007C4D7D"/>
    <w:rsid w:val="007D6CDB"/>
    <w:rsid w:val="007F5B9C"/>
    <w:rsid w:val="00816186"/>
    <w:rsid w:val="00816AB8"/>
    <w:rsid w:val="00830F63"/>
    <w:rsid w:val="008C35D5"/>
    <w:rsid w:val="008F4B3E"/>
    <w:rsid w:val="0093270D"/>
    <w:rsid w:val="0093736C"/>
    <w:rsid w:val="009936BC"/>
    <w:rsid w:val="009B6FBB"/>
    <w:rsid w:val="009F0D10"/>
    <w:rsid w:val="009F6034"/>
    <w:rsid w:val="00A0687D"/>
    <w:rsid w:val="00A83325"/>
    <w:rsid w:val="00AD43AB"/>
    <w:rsid w:val="00C32E8D"/>
    <w:rsid w:val="00C47EA8"/>
    <w:rsid w:val="00C66B83"/>
    <w:rsid w:val="00CA07FF"/>
    <w:rsid w:val="00D07126"/>
    <w:rsid w:val="00D2595C"/>
    <w:rsid w:val="00D973B2"/>
    <w:rsid w:val="00E058FB"/>
    <w:rsid w:val="00E26DC2"/>
    <w:rsid w:val="00E7727B"/>
    <w:rsid w:val="00E93434"/>
    <w:rsid w:val="00EC04CB"/>
    <w:rsid w:val="00F4722D"/>
    <w:rsid w:val="00F82D35"/>
    <w:rsid w:val="00FB693A"/>
    <w:rsid w:val="00FC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1">
    <w:name w:val="Pa21"/>
    <w:basedOn w:val="Normal"/>
    <w:next w:val="Normal"/>
    <w:uiPriority w:val="99"/>
    <w:rsid w:val="004B3512"/>
    <w:pPr>
      <w:autoSpaceDE w:val="0"/>
      <w:autoSpaceDN w:val="0"/>
      <w:adjustRightInd w:val="0"/>
      <w:spacing w:after="0" w:line="201" w:lineRule="atLeast"/>
    </w:pPr>
    <w:rPr>
      <w:rFonts w:ascii="Montreal-Regular" w:hAnsi="Montreal-Regular"/>
      <w:sz w:val="24"/>
      <w:szCs w:val="24"/>
    </w:rPr>
  </w:style>
  <w:style w:type="character" w:customStyle="1" w:styleId="A5">
    <w:name w:val="A5"/>
    <w:uiPriority w:val="99"/>
    <w:rsid w:val="004B3512"/>
    <w:rPr>
      <w:rFonts w:cs="Montreal-Regular"/>
      <w:color w:val="000000"/>
    </w:rPr>
  </w:style>
  <w:style w:type="paragraph" w:styleId="ListParagraph">
    <w:name w:val="List Paragraph"/>
    <w:basedOn w:val="Normal"/>
    <w:uiPriority w:val="34"/>
    <w:qFormat/>
    <w:rsid w:val="004B35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6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1">
    <w:name w:val="Pa21"/>
    <w:basedOn w:val="Normal"/>
    <w:next w:val="Normal"/>
    <w:uiPriority w:val="99"/>
    <w:rsid w:val="004B3512"/>
    <w:pPr>
      <w:autoSpaceDE w:val="0"/>
      <w:autoSpaceDN w:val="0"/>
      <w:adjustRightInd w:val="0"/>
      <w:spacing w:after="0" w:line="201" w:lineRule="atLeast"/>
    </w:pPr>
    <w:rPr>
      <w:rFonts w:ascii="Montreal-Regular" w:hAnsi="Montreal-Regular"/>
      <w:sz w:val="24"/>
      <w:szCs w:val="24"/>
    </w:rPr>
  </w:style>
  <w:style w:type="character" w:customStyle="1" w:styleId="A5">
    <w:name w:val="A5"/>
    <w:uiPriority w:val="99"/>
    <w:rsid w:val="004B3512"/>
    <w:rPr>
      <w:rFonts w:cs="Montreal-Regular"/>
      <w:color w:val="000000"/>
    </w:rPr>
  </w:style>
  <w:style w:type="paragraph" w:styleId="ListParagraph">
    <w:name w:val="List Paragraph"/>
    <w:basedOn w:val="Normal"/>
    <w:uiPriority w:val="34"/>
    <w:qFormat/>
    <w:rsid w:val="004B35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6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273B5C70</Template>
  <TotalTime>2</TotalTime>
  <Pages>2</Pages>
  <Words>1636</Words>
  <Characters>9329</Characters>
  <Application>Microsoft Office Word</Application>
  <DocSecurity>4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LBBD</Company>
  <LinksUpToDate>false</LinksUpToDate>
  <CharactersWithSpaces>10944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LBBD</dc:creator>
  <cp:lastModifiedBy>Salmon, Davina</cp:lastModifiedBy>
  <cp:revision>2</cp:revision>
  <dcterms:created xsi:type="dcterms:W3CDTF">2014-06-20T08:58:00Z</dcterms:created>
  <dcterms:modified xsi:type="dcterms:W3CDTF">2014-06-20T08:58:00Z</dcterms:modified>
</cp:coreProperties>
</file>